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关于2021年下半年自学考试本科毕业生申请学士学位的通知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各助学单位，社会考生：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根据《广州大学授予成人高等教育本科毕业生学士学位工作细则》（2020 年修订）精神，为进一步做好我校2021年下半年自学考试本科毕业生申请学士学位的工作，现将有关事项通知如下：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一、申请对象与条件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firstLine="48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2020年12月、2021年6月申请毕业并获得自学考试本科毕业证书的学生。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firstLine="48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2、遵守国家法律法规，遵守公民道德规范，遵守学校管理规定，品行端正，恪守学术道德，坚持学术诚信。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firstLine="48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3、本科毕业论文（设计）通过论文检测且成绩达70分及以上。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firstLine="48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4、参加广东省成人高等教育学士学位外国语水平统一考试，并取得合格成绩。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二、申请办法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社会考生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通过奇大系统（</w:t>
      </w:r>
      <w:r>
        <w:fldChar w:fldCharType="begin"/>
      </w:r>
      <w:r>
        <w:instrText xml:space="preserve"> HYPERLINK "http://service.qidaedu.com/register_gd.jsp" </w:instrText>
      </w:r>
      <w:r>
        <w:fldChar w:fldCharType="separate"/>
      </w:r>
      <w:r>
        <w:rPr>
          <w:rStyle w:val="4"/>
        </w:rPr>
        <w:t>http://service.qidaedu.com/register_gd.jsp</w:t>
      </w:r>
      <w:r>
        <w:rPr>
          <w:rStyle w:val="4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）进行注册，已有账号学生凭个人准考证和密码（身份证号后6位）直接登录，操作流程见附件1。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firstLine="480" w:firstLineChars="200"/>
        <w:jc w:val="left"/>
        <w:textAlignment w:val="auto"/>
        <w:outlineLvl w:val="9"/>
        <w:rPr>
          <w:color w:val="333333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Style w:val="3"/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助学考生</w:t>
      </w:r>
      <w:r>
        <w:rPr>
          <w:rStyle w:val="3"/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由助学单位统一申请，无需学生本人进行操作，助学单位操作流程见附件2，按照要求提交学生资料。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3、社会考生登录系统后，请再次认真阅读《学位申请须知》，进一步明确申请学士学位的要求及所需材料，符合条件者方可提交申请。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4、所有人需按规定格式填写相关信息，若填写格式有误，审核不予通过。具体格式要求见附件3。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5、上传系统电子相片要求：清晰，成像比例符合证件照要求，背景为单一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蓝色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，白色或浅色系服装，尺寸（像素）：宽150、高210，大小：≤10K，格式：JPG；以考生本人的姓名+身份证号命名。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6、申请时间：2021年11月25日09:00—11月29日21:00。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三、材料提交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申请审核通过后，需准备和提交以下材料：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 w:firstLine="480" w:firstLineChars="200"/>
        <w:jc w:val="left"/>
        <w:textAlignment w:val="auto"/>
        <w:outlineLvl w:val="9"/>
        <w:rPr>
          <w:color w:val="333333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1、《广州大学高等教育自学考试毕业生学士学位登记表》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一份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，在“相片”处贴上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大一寸蓝底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免冠相片（须与上传系统的电子相片同底），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社会考生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需由本人到广州大学自考办领取登记表现场填写，填写模板见附件4。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 w:firstLine="48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2、《学士学位申报材料真实性承诺书》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一份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，助学单位需负责人签字盖章，社会考生需本人打印并亲笔签名，见附件5和附件6。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大一寸蓝底免冠相片（学位证书用，必须按证件照要求冲印，与贴在审批表上的相片一致），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在相片背面用圆珠笔写上姓名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 w:firstLine="480" w:firstLineChars="200"/>
        <w:jc w:val="left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lang w:eastAsia="zh-CN"/>
        </w:rPr>
        <w:t>社会考生需携带身份证、毕业证、成绩单、准考证原件及相应复印件一份。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 w:firstLine="48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b w:val="0"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</w:t>
      </w: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社会考生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需本人到广州大学自考办现场填写及提交以上材料；</w:t>
      </w: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助学考生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由助学单位统一收齐所有申请材料提交至自考办。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555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6、现场填写及提交纸质申请材料时间：2021年11月1—5日，上午8：30—11：30，下午14：00—16：30，逾期不再受理。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/>
        <w:jc w:val="left"/>
        <w:textAlignment w:val="auto"/>
        <w:outlineLvl w:val="9"/>
        <w:rPr>
          <w:color w:val="333333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1、</w:t>
      </w: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联系地址：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广州市越秀区解放北路桂花岗东1号桂花岗校区3号楼621室。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/>
        <w:jc w:val="left"/>
        <w:textAlignment w:val="auto"/>
        <w:outlineLvl w:val="9"/>
        <w:rPr>
          <w:color w:val="333333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2、</w:t>
      </w:r>
      <w:r>
        <w:rPr>
          <w:rStyle w:val="3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联系人及电话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：赖老师，020—86237709。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"http://sce.scut.edu.cn/_upload/article/files/ef/6e/662363674f949cc4f5d1d1c8fb43/e76e1f66-6fd0-4882-bd80-d6c61239b3b9.doc"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奇大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/>
        </w:rPr>
        <w:t>系统学位申请操作流程（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>社会考生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/>
        </w:rPr>
        <w:t>用）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2、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"http://sce.scut.edu.cn/_upload/article/files/ef/6e/662363674f949cc4f5d1d1c8fb43/432ee99a-b175-42bd-a358-e2b5135d0b21.doc"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奇大系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/>
        </w:rPr>
        <w:t>统学位申请操作流程（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>助学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/>
        </w:rPr>
        <w:t>单位用）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3、学位申请信息填写示例（必看）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4、广州大学高等教育自学考试学士学位登记表（填写模板）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5、学士学位申报材料真实性承诺书（社会考生用）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6、学士学位申报材料真实性承诺书（助学单位用）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/>
        <w:jc w:val="righ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广州大学高等教育自学考试办公室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00" w:lineRule="exact"/>
        <w:ind w:left="0" w:right="0"/>
        <w:jc w:val="center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                        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2021年10月21日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4049C"/>
    <w:rsid w:val="042C5AE8"/>
    <w:rsid w:val="09874227"/>
    <w:rsid w:val="0CF272B8"/>
    <w:rsid w:val="1BA26FC2"/>
    <w:rsid w:val="42A26C7A"/>
    <w:rsid w:val="458943C7"/>
    <w:rsid w:val="4BB939C7"/>
    <w:rsid w:val="6D535020"/>
    <w:rsid w:val="6E54049C"/>
    <w:rsid w:val="70D128C4"/>
    <w:rsid w:val="719D7059"/>
    <w:rsid w:val="7D96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x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2021-04-23T06:51:00Z</dcterms:created>
  <dc:creator>px</dc:creator>
  <cp:lastModifiedBy>px</cp:lastModifiedBy>
  <cp:lastPrinted>2021-04-28T00:53:00Z</cp:lastPrinted>
  <dcterms:modified xsi:type="dcterms:W3CDTF">2021-10-21T06:43:32Z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