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8ED" w:rsidRDefault="00C928ED">
      <w:pPr>
        <w:spacing w:before="163" w:line="226" w:lineRule="auto"/>
        <w:ind w:left="1011"/>
        <w:outlineLvl w:val="0"/>
        <w:rPr>
          <w:rFonts w:ascii="黑体" w:eastAsia="黑体" w:hAnsi="黑体"/>
          <w:sz w:val="31"/>
          <w:szCs w:val="31"/>
        </w:rPr>
      </w:pPr>
      <w:r>
        <w:rPr>
          <w:rFonts w:ascii="黑体" w:eastAsia="黑体" w:hAnsi="黑体" w:cs="黑体" w:hint="eastAsia"/>
          <w:spacing w:val="13"/>
          <w:sz w:val="31"/>
          <w:szCs w:val="31"/>
        </w:rPr>
        <w:t>西</w:t>
      </w:r>
      <w:r>
        <w:rPr>
          <w:rFonts w:ascii="黑体" w:eastAsia="黑体" w:hAnsi="黑体" w:cs="黑体" w:hint="eastAsia"/>
          <w:spacing w:val="8"/>
          <w:sz w:val="31"/>
          <w:szCs w:val="31"/>
        </w:rPr>
        <w:t>南医科大学本科毕业设计</w:t>
      </w:r>
      <w:r>
        <w:rPr>
          <w:rFonts w:ascii="黑体" w:eastAsia="黑体" w:hAnsi="黑体" w:cs="黑体"/>
          <w:spacing w:val="8"/>
          <w:sz w:val="31"/>
          <w:szCs w:val="31"/>
        </w:rPr>
        <w:t xml:space="preserve"> (</w:t>
      </w:r>
      <w:r>
        <w:rPr>
          <w:rFonts w:ascii="黑体" w:eastAsia="黑体" w:hAnsi="黑体" w:cs="黑体" w:hint="eastAsia"/>
          <w:spacing w:val="8"/>
          <w:sz w:val="31"/>
          <w:szCs w:val="31"/>
        </w:rPr>
        <w:t>论文</w:t>
      </w:r>
      <w:r>
        <w:rPr>
          <w:rFonts w:ascii="黑体" w:eastAsia="黑体" w:hAnsi="黑体" w:cs="黑体"/>
          <w:spacing w:val="8"/>
          <w:sz w:val="31"/>
          <w:szCs w:val="31"/>
        </w:rPr>
        <w:t xml:space="preserve">) </w:t>
      </w:r>
      <w:r>
        <w:rPr>
          <w:rFonts w:ascii="黑体" w:eastAsia="黑体" w:hAnsi="黑体" w:cs="黑体" w:hint="eastAsia"/>
          <w:spacing w:val="8"/>
          <w:sz w:val="31"/>
          <w:szCs w:val="31"/>
        </w:rPr>
        <w:t>指导教师评审表</w:t>
      </w:r>
    </w:p>
    <w:p w:rsidR="00C928ED" w:rsidRDefault="00C928ED">
      <w:pPr>
        <w:spacing w:line="250" w:lineRule="auto"/>
      </w:pPr>
    </w:p>
    <w:p w:rsidR="00C928ED" w:rsidRDefault="00C928ED">
      <w:pPr>
        <w:spacing w:before="74" w:line="221" w:lineRule="auto"/>
        <w:ind w:left="3907"/>
        <w:rPr>
          <w:rFonts w:ascii="宋体" w:eastAsia="宋体" w:hAnsi="宋体"/>
          <w:sz w:val="23"/>
          <w:szCs w:val="23"/>
        </w:rPr>
      </w:pPr>
      <w:r>
        <w:rPr>
          <w:rFonts w:ascii="宋体" w:eastAsia="宋体" w:hAnsi="宋体" w:cs="宋体"/>
          <w:spacing w:val="4"/>
          <w:sz w:val="23"/>
          <w:szCs w:val="23"/>
        </w:rPr>
        <w:t>(</w:t>
      </w:r>
      <w:r>
        <w:rPr>
          <w:rFonts w:ascii="宋体" w:eastAsia="宋体" w:hAnsi="宋体" w:cs="宋体" w:hint="eastAsia"/>
          <w:spacing w:val="4"/>
          <w:sz w:val="23"/>
          <w:szCs w:val="23"/>
        </w:rPr>
        <w:t>总分</w:t>
      </w:r>
      <w:r>
        <w:rPr>
          <w:rFonts w:ascii="宋体" w:eastAsia="宋体" w:hAnsi="宋体" w:cs="宋体"/>
          <w:spacing w:val="4"/>
          <w:sz w:val="23"/>
          <w:szCs w:val="23"/>
        </w:rPr>
        <w:t>30</w:t>
      </w:r>
      <w:r>
        <w:rPr>
          <w:rFonts w:ascii="宋体" w:eastAsia="宋体" w:hAnsi="宋体" w:cs="宋体" w:hint="eastAsia"/>
          <w:spacing w:val="4"/>
          <w:sz w:val="23"/>
          <w:szCs w:val="23"/>
        </w:rPr>
        <w:t>分</w:t>
      </w:r>
      <w:r>
        <w:rPr>
          <w:rFonts w:ascii="宋体" w:eastAsia="宋体" w:hAnsi="宋体" w:cs="宋体"/>
          <w:spacing w:val="4"/>
          <w:sz w:val="23"/>
          <w:szCs w:val="23"/>
        </w:rPr>
        <w:t>)</w:t>
      </w:r>
    </w:p>
    <w:tbl>
      <w:tblPr>
        <w:tblW w:w="9333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489"/>
        <w:gridCol w:w="976"/>
        <w:gridCol w:w="885"/>
        <w:gridCol w:w="1009"/>
        <w:gridCol w:w="725"/>
        <w:gridCol w:w="2229"/>
        <w:gridCol w:w="992"/>
        <w:gridCol w:w="1028"/>
      </w:tblGrid>
      <w:tr w:rsidR="00C928ED" w:rsidRPr="0030450D">
        <w:trPr>
          <w:trHeight w:val="803"/>
        </w:trPr>
        <w:tc>
          <w:tcPr>
            <w:tcW w:w="1489" w:type="dxa"/>
          </w:tcPr>
          <w:p w:rsidR="00C928ED" w:rsidRPr="0030450D" w:rsidRDefault="00C928ED" w:rsidP="0030450D">
            <w:pPr>
              <w:spacing w:line="269" w:lineRule="auto"/>
            </w:pPr>
          </w:p>
          <w:p w:rsidR="00C928ED" w:rsidRPr="0030450D" w:rsidRDefault="00C928ED" w:rsidP="0030450D">
            <w:pPr>
              <w:spacing w:before="74" w:line="233" w:lineRule="auto"/>
              <w:ind w:left="282"/>
              <w:rPr>
                <w:rFonts w:ascii="KaiTi" w:eastAsia="Times New Roman" w:hAnsi="KaiTi"/>
                <w:sz w:val="23"/>
                <w:szCs w:val="23"/>
              </w:rPr>
            </w:pPr>
            <w:r w:rsidRPr="0030450D">
              <w:rPr>
                <w:rFonts w:ascii="宋体" w:eastAsia="宋体" w:hAnsi="宋体" w:cs="宋体" w:hint="eastAsia"/>
                <w:spacing w:val="5"/>
                <w:sz w:val="23"/>
                <w:szCs w:val="23"/>
              </w:rPr>
              <w:t>学生姓</w:t>
            </w:r>
            <w:r w:rsidRPr="0030450D">
              <w:rPr>
                <w:rFonts w:ascii="宋体" w:eastAsia="宋体" w:hAnsi="宋体" w:cs="宋体" w:hint="eastAsia"/>
                <w:spacing w:val="4"/>
                <w:sz w:val="23"/>
                <w:szCs w:val="23"/>
              </w:rPr>
              <w:t>名</w:t>
            </w:r>
          </w:p>
        </w:tc>
        <w:tc>
          <w:tcPr>
            <w:tcW w:w="976" w:type="dxa"/>
          </w:tcPr>
          <w:p w:rsidR="00C928ED" w:rsidRPr="0030450D" w:rsidRDefault="00C928ED" w:rsidP="0030450D">
            <w:pPr>
              <w:spacing w:line="269" w:lineRule="auto"/>
            </w:pPr>
          </w:p>
          <w:p w:rsidR="00C928ED" w:rsidRPr="0030450D" w:rsidRDefault="00C928ED" w:rsidP="0030450D">
            <w:pPr>
              <w:spacing w:before="75" w:line="228" w:lineRule="auto"/>
              <w:ind w:left="132"/>
              <w:rPr>
                <w:rFonts w:ascii="宋体" w:eastAsia="宋体" w:hAnsi="宋体"/>
                <w:sz w:val="23"/>
                <w:szCs w:val="23"/>
              </w:rPr>
            </w:pPr>
          </w:p>
        </w:tc>
        <w:tc>
          <w:tcPr>
            <w:tcW w:w="885" w:type="dxa"/>
          </w:tcPr>
          <w:p w:rsidR="00C928ED" w:rsidRPr="0030450D" w:rsidRDefault="00C928ED" w:rsidP="0030450D">
            <w:pPr>
              <w:spacing w:line="269" w:lineRule="auto"/>
            </w:pPr>
          </w:p>
          <w:p w:rsidR="00C928ED" w:rsidRPr="0030450D" w:rsidRDefault="00C928ED" w:rsidP="0030450D">
            <w:pPr>
              <w:spacing w:before="74" w:line="233" w:lineRule="auto"/>
              <w:ind w:left="274"/>
              <w:rPr>
                <w:rFonts w:ascii="KaiTi" w:eastAsia="Times New Roman" w:hAnsi="KaiTi"/>
                <w:sz w:val="23"/>
                <w:szCs w:val="23"/>
              </w:rPr>
            </w:pPr>
            <w:r w:rsidRPr="0030450D">
              <w:rPr>
                <w:rFonts w:ascii="宋体" w:eastAsia="宋体" w:hAnsi="宋体" w:cs="宋体" w:hint="eastAsia"/>
                <w:spacing w:val="-2"/>
                <w:sz w:val="23"/>
                <w:szCs w:val="23"/>
              </w:rPr>
              <w:t>学</w:t>
            </w:r>
            <w:r w:rsidRPr="0030450D">
              <w:rPr>
                <w:rFonts w:ascii="宋体" w:eastAsia="宋体" w:hAnsi="宋体" w:cs="宋体" w:hint="eastAsia"/>
                <w:spacing w:val="-1"/>
                <w:sz w:val="23"/>
                <w:szCs w:val="23"/>
              </w:rPr>
              <w:t>号</w:t>
            </w:r>
          </w:p>
        </w:tc>
        <w:tc>
          <w:tcPr>
            <w:tcW w:w="1009" w:type="dxa"/>
          </w:tcPr>
          <w:p w:rsidR="00C928ED" w:rsidRPr="0030450D" w:rsidRDefault="00C928ED" w:rsidP="0030450D">
            <w:pPr>
              <w:spacing w:before="125" w:line="195" w:lineRule="auto"/>
              <w:ind w:left="14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:rsidR="00C928ED" w:rsidRPr="0030450D" w:rsidRDefault="00C928ED" w:rsidP="0030450D">
            <w:pPr>
              <w:spacing w:line="269" w:lineRule="auto"/>
            </w:pPr>
          </w:p>
          <w:p w:rsidR="00C928ED" w:rsidRPr="0030450D" w:rsidRDefault="00C928ED" w:rsidP="0030450D">
            <w:pPr>
              <w:spacing w:before="75" w:line="308" w:lineRule="exact"/>
              <w:ind w:left="122"/>
              <w:rPr>
                <w:rFonts w:ascii="KaiTi" w:eastAsia="Times New Roman" w:hAnsi="KaiTi"/>
                <w:sz w:val="23"/>
                <w:szCs w:val="23"/>
              </w:rPr>
            </w:pPr>
            <w:r w:rsidRPr="0030450D">
              <w:rPr>
                <w:rFonts w:ascii="宋体" w:eastAsia="宋体" w:hAnsi="宋体" w:cs="宋体" w:hint="eastAsia"/>
                <w:spacing w:val="8"/>
                <w:position w:val="1"/>
                <w:sz w:val="23"/>
                <w:szCs w:val="23"/>
              </w:rPr>
              <w:t>题</w:t>
            </w:r>
            <w:r w:rsidRPr="0030450D">
              <w:rPr>
                <w:rFonts w:ascii="宋体" w:eastAsia="宋体" w:hAnsi="宋体" w:cs="宋体" w:hint="eastAsia"/>
                <w:spacing w:val="7"/>
                <w:position w:val="1"/>
                <w:sz w:val="23"/>
                <w:szCs w:val="23"/>
              </w:rPr>
              <w:t>目</w:t>
            </w:r>
          </w:p>
        </w:tc>
        <w:tc>
          <w:tcPr>
            <w:tcW w:w="4249" w:type="dxa"/>
            <w:gridSpan w:val="3"/>
          </w:tcPr>
          <w:p w:rsidR="00C928ED" w:rsidRPr="0030450D" w:rsidRDefault="00C928ED" w:rsidP="0030450D">
            <w:pPr>
              <w:spacing w:before="156" w:line="351" w:lineRule="auto"/>
              <w:ind w:left="797" w:right="178" w:hanging="481"/>
              <w:rPr>
                <w:rFonts w:ascii="KaiTi" w:eastAsia="Times New Roman" w:hAnsi="KaiTi"/>
                <w:sz w:val="17"/>
                <w:szCs w:val="17"/>
              </w:rPr>
            </w:pPr>
          </w:p>
        </w:tc>
      </w:tr>
      <w:tr w:rsidR="00C928ED" w:rsidRPr="0030450D">
        <w:trPr>
          <w:trHeight w:val="456"/>
        </w:trPr>
        <w:tc>
          <w:tcPr>
            <w:tcW w:w="1489" w:type="dxa"/>
          </w:tcPr>
          <w:p w:rsidR="00C928ED" w:rsidRPr="0030450D" w:rsidRDefault="00C928ED" w:rsidP="0030450D">
            <w:pPr>
              <w:spacing w:before="140" w:line="231" w:lineRule="auto"/>
              <w:ind w:left="271"/>
              <w:rPr>
                <w:rFonts w:ascii="KaiTi" w:eastAsia="Times New Roman" w:hAnsi="KaiTi"/>
                <w:sz w:val="23"/>
                <w:szCs w:val="23"/>
              </w:rPr>
            </w:pPr>
            <w:r w:rsidRPr="0030450D">
              <w:rPr>
                <w:rFonts w:ascii="宋体" w:eastAsia="宋体" w:hAnsi="宋体" w:cs="宋体" w:hint="eastAsia"/>
                <w:spacing w:val="10"/>
                <w:sz w:val="23"/>
                <w:szCs w:val="23"/>
              </w:rPr>
              <w:t>评</w:t>
            </w:r>
            <w:r w:rsidRPr="0030450D">
              <w:rPr>
                <w:rFonts w:ascii="宋体" w:eastAsia="宋体" w:hAnsi="宋体" w:cs="宋体" w:hint="eastAsia"/>
                <w:spacing w:val="7"/>
                <w:sz w:val="23"/>
                <w:szCs w:val="23"/>
              </w:rPr>
              <w:t>价项目</w:t>
            </w:r>
          </w:p>
        </w:tc>
        <w:tc>
          <w:tcPr>
            <w:tcW w:w="5824" w:type="dxa"/>
            <w:gridSpan w:val="5"/>
          </w:tcPr>
          <w:p w:rsidR="00C928ED" w:rsidRPr="0030450D" w:rsidRDefault="00C928ED" w:rsidP="0030450D">
            <w:pPr>
              <w:spacing w:before="140" w:line="236" w:lineRule="auto"/>
              <w:ind w:left="2437"/>
              <w:rPr>
                <w:rFonts w:ascii="KaiTi" w:eastAsia="Times New Roman" w:hAnsi="KaiTi"/>
                <w:sz w:val="23"/>
                <w:szCs w:val="23"/>
              </w:rPr>
            </w:pPr>
            <w:r w:rsidRPr="0030450D">
              <w:rPr>
                <w:rFonts w:ascii="宋体" w:eastAsia="宋体" w:hAnsi="宋体" w:cs="宋体" w:hint="eastAsia"/>
                <w:spacing w:val="10"/>
                <w:sz w:val="23"/>
                <w:szCs w:val="23"/>
              </w:rPr>
              <w:t>具</w:t>
            </w:r>
            <w:r w:rsidRPr="0030450D">
              <w:rPr>
                <w:rFonts w:ascii="宋体" w:eastAsia="宋体" w:hAnsi="宋体" w:cs="宋体" w:hint="eastAsia"/>
                <w:spacing w:val="7"/>
                <w:sz w:val="23"/>
                <w:szCs w:val="23"/>
              </w:rPr>
              <w:t>体要求</w:t>
            </w:r>
          </w:p>
        </w:tc>
        <w:tc>
          <w:tcPr>
            <w:tcW w:w="992" w:type="dxa"/>
          </w:tcPr>
          <w:p w:rsidR="00C928ED" w:rsidRPr="0030450D" w:rsidRDefault="00C928ED" w:rsidP="0030450D">
            <w:pPr>
              <w:spacing w:before="166" w:line="238" w:lineRule="auto"/>
              <w:ind w:left="302"/>
              <w:rPr>
                <w:rFonts w:ascii="KaiTi" w:eastAsia="Times New Roman" w:hAnsi="KaiTi"/>
                <w:sz w:val="20"/>
                <w:szCs w:val="20"/>
              </w:rPr>
            </w:pPr>
            <w:r w:rsidRPr="0030450D">
              <w:rPr>
                <w:rFonts w:ascii="宋体" w:eastAsia="宋体" w:hAnsi="宋体" w:cs="宋体" w:hint="eastAsia"/>
                <w:spacing w:val="1"/>
                <w:sz w:val="20"/>
                <w:szCs w:val="20"/>
              </w:rPr>
              <w:t>满</w:t>
            </w:r>
            <w:r w:rsidRPr="0030450D">
              <w:rPr>
                <w:rFonts w:ascii="宋体" w:eastAsia="宋体" w:hAnsi="宋体" w:cs="宋体" w:hint="eastAsia"/>
                <w:sz w:val="20"/>
                <w:szCs w:val="20"/>
              </w:rPr>
              <w:t>分</w:t>
            </w:r>
          </w:p>
        </w:tc>
        <w:tc>
          <w:tcPr>
            <w:tcW w:w="1028" w:type="dxa"/>
          </w:tcPr>
          <w:p w:rsidR="00C928ED" w:rsidRPr="0030450D" w:rsidRDefault="00C928ED" w:rsidP="0030450D">
            <w:pPr>
              <w:spacing w:before="166" w:line="233" w:lineRule="auto"/>
              <w:ind w:left="306"/>
              <w:rPr>
                <w:rFonts w:ascii="KaiTi" w:eastAsia="Times New Roman" w:hAnsi="KaiTi"/>
                <w:sz w:val="20"/>
                <w:szCs w:val="20"/>
              </w:rPr>
            </w:pPr>
            <w:r w:rsidRPr="0030450D">
              <w:rPr>
                <w:rFonts w:ascii="宋体" w:eastAsia="宋体" w:hAnsi="宋体" w:cs="宋体" w:hint="eastAsia"/>
                <w:spacing w:val="6"/>
                <w:sz w:val="20"/>
                <w:szCs w:val="20"/>
              </w:rPr>
              <w:t>得分</w:t>
            </w:r>
          </w:p>
        </w:tc>
      </w:tr>
      <w:tr w:rsidR="00C928ED" w:rsidRPr="0030450D">
        <w:trPr>
          <w:trHeight w:val="1087"/>
        </w:trPr>
        <w:tc>
          <w:tcPr>
            <w:tcW w:w="1489" w:type="dxa"/>
          </w:tcPr>
          <w:p w:rsidR="00C928ED" w:rsidRPr="0030450D" w:rsidRDefault="00C928ED" w:rsidP="0030450D">
            <w:pPr>
              <w:spacing w:line="379" w:lineRule="auto"/>
            </w:pPr>
          </w:p>
          <w:p w:rsidR="00C928ED" w:rsidRPr="0030450D" w:rsidRDefault="00C928ED" w:rsidP="0030450D">
            <w:pPr>
              <w:spacing w:before="75" w:line="303" w:lineRule="exact"/>
              <w:ind w:left="271"/>
              <w:rPr>
                <w:rFonts w:ascii="KaiTi" w:eastAsia="Times New Roman" w:hAnsi="KaiTi"/>
                <w:sz w:val="23"/>
                <w:szCs w:val="23"/>
              </w:rPr>
            </w:pPr>
            <w:r w:rsidRPr="0030450D">
              <w:rPr>
                <w:rFonts w:ascii="宋体" w:eastAsia="宋体" w:hAnsi="宋体" w:cs="宋体" w:hint="eastAsia"/>
                <w:spacing w:val="10"/>
                <w:sz w:val="23"/>
                <w:szCs w:val="23"/>
              </w:rPr>
              <w:t>调</w:t>
            </w:r>
            <w:r w:rsidRPr="0030450D">
              <w:rPr>
                <w:rFonts w:ascii="宋体" w:eastAsia="宋体" w:hAnsi="宋体" w:cs="宋体" w:hint="eastAsia"/>
                <w:spacing w:val="7"/>
                <w:sz w:val="23"/>
                <w:szCs w:val="23"/>
              </w:rPr>
              <w:t>查论证</w:t>
            </w:r>
          </w:p>
        </w:tc>
        <w:tc>
          <w:tcPr>
            <w:tcW w:w="5824" w:type="dxa"/>
            <w:gridSpan w:val="5"/>
          </w:tcPr>
          <w:p w:rsidR="00C928ED" w:rsidRPr="0030450D" w:rsidRDefault="00C928ED" w:rsidP="0030450D">
            <w:pPr>
              <w:spacing w:before="112" w:line="297" w:lineRule="auto"/>
              <w:ind w:left="113" w:right="107" w:firstLine="5"/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992" w:type="dxa"/>
          </w:tcPr>
          <w:p w:rsidR="00C928ED" w:rsidRPr="0030450D" w:rsidRDefault="00C928ED" w:rsidP="0030450D">
            <w:pPr>
              <w:spacing w:line="417" w:lineRule="auto"/>
            </w:pPr>
          </w:p>
          <w:p w:rsidR="00C928ED" w:rsidRPr="0030450D" w:rsidRDefault="00C928ED" w:rsidP="0030450D">
            <w:pPr>
              <w:spacing w:before="66" w:line="195" w:lineRule="auto"/>
              <w:ind w:left="438"/>
              <w:rPr>
                <w:rFonts w:ascii="Times New Roman" w:hAnsi="Times New Roman" w:cs="Times New Roman"/>
                <w:sz w:val="23"/>
                <w:szCs w:val="23"/>
              </w:rPr>
            </w:pPr>
            <w:r w:rsidRPr="0030450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4</w:t>
            </w:r>
          </w:p>
        </w:tc>
        <w:tc>
          <w:tcPr>
            <w:tcW w:w="1028" w:type="dxa"/>
          </w:tcPr>
          <w:p w:rsidR="00C928ED" w:rsidRPr="0030450D" w:rsidRDefault="00C928ED" w:rsidP="0030450D">
            <w:pPr>
              <w:spacing w:line="430" w:lineRule="auto"/>
            </w:pPr>
          </w:p>
          <w:p w:rsidR="00C928ED" w:rsidRPr="0030450D" w:rsidRDefault="00C928ED" w:rsidP="0030450D">
            <w:pPr>
              <w:spacing w:before="66" w:line="194" w:lineRule="auto"/>
              <w:ind w:left="4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928ED" w:rsidRPr="0030450D">
        <w:trPr>
          <w:trHeight w:val="805"/>
        </w:trPr>
        <w:tc>
          <w:tcPr>
            <w:tcW w:w="1489" w:type="dxa"/>
          </w:tcPr>
          <w:p w:rsidR="00C928ED" w:rsidRPr="0030450D" w:rsidRDefault="00C928ED" w:rsidP="0030450D">
            <w:pPr>
              <w:spacing w:before="114" w:line="277" w:lineRule="auto"/>
              <w:ind w:left="268" w:right="139" w:hanging="127"/>
              <w:rPr>
                <w:rFonts w:ascii="KaiTi" w:eastAsia="Times New Roman" w:hAnsi="KaiTi"/>
                <w:sz w:val="23"/>
                <w:szCs w:val="23"/>
              </w:rPr>
            </w:pPr>
            <w:r w:rsidRPr="0030450D">
              <w:rPr>
                <w:rFonts w:ascii="宋体" w:eastAsia="宋体" w:hAnsi="宋体" w:cs="宋体" w:hint="eastAsia"/>
                <w:spacing w:val="12"/>
                <w:sz w:val="23"/>
                <w:szCs w:val="23"/>
              </w:rPr>
              <w:t>研</w:t>
            </w:r>
            <w:r w:rsidRPr="0030450D">
              <w:rPr>
                <w:rFonts w:ascii="宋体" w:eastAsia="宋体" w:hAnsi="宋体" w:cs="宋体" w:hint="eastAsia"/>
                <w:spacing w:val="10"/>
                <w:sz w:val="23"/>
                <w:szCs w:val="23"/>
              </w:rPr>
              <w:t>究方案的</w:t>
            </w:r>
            <w:r w:rsidRPr="0030450D">
              <w:rPr>
                <w:rFonts w:ascii="宋体" w:eastAsia="宋体" w:hAnsi="宋体" w:cs="宋体" w:hint="eastAsia"/>
                <w:spacing w:val="9"/>
                <w:sz w:val="23"/>
                <w:szCs w:val="23"/>
              </w:rPr>
              <w:t>设</w:t>
            </w:r>
            <w:r w:rsidRPr="0030450D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计能力</w:t>
            </w:r>
          </w:p>
        </w:tc>
        <w:tc>
          <w:tcPr>
            <w:tcW w:w="5824" w:type="dxa"/>
            <w:gridSpan w:val="5"/>
          </w:tcPr>
          <w:p w:rsidR="00C928ED" w:rsidRPr="0030450D" w:rsidRDefault="00C928ED" w:rsidP="0030450D">
            <w:pPr>
              <w:spacing w:line="262" w:lineRule="auto"/>
            </w:pPr>
          </w:p>
          <w:p w:rsidR="00C928ED" w:rsidRPr="0030450D" w:rsidRDefault="00C928ED" w:rsidP="0030450D">
            <w:pPr>
              <w:spacing w:before="65" w:line="228" w:lineRule="auto"/>
              <w:ind w:left="112"/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992" w:type="dxa"/>
          </w:tcPr>
          <w:p w:rsidR="00C928ED" w:rsidRPr="0030450D" w:rsidRDefault="00C928ED" w:rsidP="0030450D">
            <w:pPr>
              <w:spacing w:line="276" w:lineRule="auto"/>
            </w:pPr>
          </w:p>
          <w:p w:rsidR="00C928ED" w:rsidRPr="0030450D" w:rsidRDefault="00C928ED" w:rsidP="0030450D">
            <w:pPr>
              <w:spacing w:before="66" w:line="195" w:lineRule="auto"/>
              <w:ind w:left="438"/>
              <w:rPr>
                <w:rFonts w:ascii="Times New Roman" w:hAnsi="Times New Roman" w:cs="Times New Roman"/>
                <w:sz w:val="23"/>
                <w:szCs w:val="23"/>
              </w:rPr>
            </w:pPr>
            <w:r w:rsidRPr="0030450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4</w:t>
            </w:r>
          </w:p>
        </w:tc>
        <w:tc>
          <w:tcPr>
            <w:tcW w:w="1028" w:type="dxa"/>
          </w:tcPr>
          <w:p w:rsidR="00C928ED" w:rsidRPr="0030450D" w:rsidRDefault="00C928ED" w:rsidP="0030450D">
            <w:pPr>
              <w:spacing w:line="288" w:lineRule="auto"/>
            </w:pPr>
          </w:p>
          <w:p w:rsidR="00C928ED" w:rsidRPr="0030450D" w:rsidRDefault="00C928ED" w:rsidP="0030450D">
            <w:pPr>
              <w:spacing w:before="66" w:line="195" w:lineRule="auto"/>
              <w:ind w:left="454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928ED" w:rsidRPr="0030450D">
        <w:trPr>
          <w:trHeight w:val="941"/>
        </w:trPr>
        <w:tc>
          <w:tcPr>
            <w:tcW w:w="1489" w:type="dxa"/>
          </w:tcPr>
          <w:p w:rsidR="00C928ED" w:rsidRPr="0030450D" w:rsidRDefault="00C928ED" w:rsidP="0030450D">
            <w:pPr>
              <w:spacing w:before="184" w:line="279" w:lineRule="auto"/>
              <w:ind w:left="174" w:right="139" w:hanging="22"/>
              <w:rPr>
                <w:rFonts w:ascii="KaiTi" w:eastAsia="Times New Roman" w:hAnsi="KaiTi"/>
                <w:sz w:val="23"/>
                <w:szCs w:val="23"/>
              </w:rPr>
            </w:pPr>
            <w:r w:rsidRPr="0030450D">
              <w:rPr>
                <w:rFonts w:ascii="宋体" w:eastAsia="宋体" w:hAnsi="宋体" w:cs="宋体" w:hint="eastAsia"/>
                <w:spacing w:val="10"/>
                <w:sz w:val="23"/>
                <w:szCs w:val="23"/>
              </w:rPr>
              <w:t>分</w:t>
            </w:r>
            <w:r w:rsidRPr="0030450D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析与解决</w:t>
            </w:r>
            <w:r w:rsidRPr="0030450D">
              <w:rPr>
                <w:rFonts w:ascii="宋体" w:eastAsia="宋体" w:hAnsi="宋体" w:cs="宋体" w:hint="eastAsia"/>
                <w:spacing w:val="4"/>
                <w:sz w:val="23"/>
                <w:szCs w:val="23"/>
              </w:rPr>
              <w:t>问题的能</w:t>
            </w:r>
            <w:r w:rsidRPr="0030450D">
              <w:rPr>
                <w:rFonts w:ascii="宋体" w:eastAsia="宋体" w:hAnsi="宋体" w:cs="宋体" w:hint="eastAsia"/>
                <w:spacing w:val="3"/>
                <w:sz w:val="23"/>
                <w:szCs w:val="23"/>
              </w:rPr>
              <w:t>力</w:t>
            </w:r>
          </w:p>
        </w:tc>
        <w:tc>
          <w:tcPr>
            <w:tcW w:w="5824" w:type="dxa"/>
            <w:gridSpan w:val="5"/>
          </w:tcPr>
          <w:p w:rsidR="00C928ED" w:rsidRPr="0030450D" w:rsidRDefault="00C928ED" w:rsidP="0030450D">
            <w:pPr>
              <w:spacing w:before="217" w:line="334" w:lineRule="auto"/>
              <w:ind w:left="110" w:right="107" w:firstLine="8"/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992" w:type="dxa"/>
          </w:tcPr>
          <w:p w:rsidR="00C928ED" w:rsidRPr="0030450D" w:rsidRDefault="00C928ED" w:rsidP="0030450D">
            <w:pPr>
              <w:spacing w:line="345" w:lineRule="auto"/>
            </w:pPr>
          </w:p>
          <w:p w:rsidR="00C928ED" w:rsidRPr="0030450D" w:rsidRDefault="00C928ED" w:rsidP="0030450D">
            <w:pPr>
              <w:spacing w:before="66" w:line="194" w:lineRule="auto"/>
              <w:ind w:left="445"/>
              <w:rPr>
                <w:rFonts w:ascii="Times New Roman" w:hAnsi="Times New Roman" w:cs="Times New Roman"/>
                <w:sz w:val="23"/>
                <w:szCs w:val="23"/>
              </w:rPr>
            </w:pPr>
            <w:r w:rsidRPr="0030450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028" w:type="dxa"/>
          </w:tcPr>
          <w:p w:rsidR="00C928ED" w:rsidRPr="0030450D" w:rsidRDefault="00C928ED" w:rsidP="0030450D">
            <w:pPr>
              <w:spacing w:line="360" w:lineRule="auto"/>
            </w:pPr>
          </w:p>
          <w:p w:rsidR="00C928ED" w:rsidRPr="0030450D" w:rsidRDefault="00C928ED" w:rsidP="0030450D">
            <w:pPr>
              <w:spacing w:before="66" w:line="191" w:lineRule="auto"/>
              <w:ind w:left="46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928ED" w:rsidRPr="0030450D">
        <w:trPr>
          <w:trHeight w:val="805"/>
        </w:trPr>
        <w:tc>
          <w:tcPr>
            <w:tcW w:w="1489" w:type="dxa"/>
          </w:tcPr>
          <w:p w:rsidR="00C928ED" w:rsidRPr="0030450D" w:rsidRDefault="00C928ED" w:rsidP="0030450D">
            <w:pPr>
              <w:spacing w:before="117" w:line="276" w:lineRule="auto"/>
              <w:ind w:left="270" w:right="261"/>
              <w:rPr>
                <w:rFonts w:ascii="KaiTi" w:eastAsia="Times New Roman" w:hAnsi="KaiTi"/>
                <w:sz w:val="23"/>
                <w:szCs w:val="23"/>
              </w:rPr>
            </w:pPr>
            <w:r w:rsidRPr="0030450D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工作量及工作态度</w:t>
            </w:r>
          </w:p>
        </w:tc>
        <w:tc>
          <w:tcPr>
            <w:tcW w:w="5824" w:type="dxa"/>
            <w:gridSpan w:val="5"/>
          </w:tcPr>
          <w:p w:rsidR="00C928ED" w:rsidRPr="0030450D" w:rsidRDefault="00C928ED" w:rsidP="0030450D">
            <w:pPr>
              <w:spacing w:before="150" w:line="280" w:lineRule="auto"/>
              <w:ind w:left="110" w:right="50" w:firstLine="2"/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992" w:type="dxa"/>
          </w:tcPr>
          <w:p w:rsidR="00C928ED" w:rsidRPr="0030450D" w:rsidRDefault="00C928ED" w:rsidP="0030450D">
            <w:pPr>
              <w:spacing w:line="278" w:lineRule="auto"/>
            </w:pPr>
          </w:p>
          <w:p w:rsidR="00C928ED" w:rsidRPr="0030450D" w:rsidRDefault="00C928ED" w:rsidP="0030450D">
            <w:pPr>
              <w:spacing w:before="66" w:line="194" w:lineRule="auto"/>
              <w:ind w:left="445"/>
              <w:rPr>
                <w:rFonts w:ascii="Times New Roman" w:hAnsi="Times New Roman" w:cs="Times New Roman"/>
                <w:sz w:val="23"/>
                <w:szCs w:val="23"/>
              </w:rPr>
            </w:pPr>
            <w:r w:rsidRPr="0030450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028" w:type="dxa"/>
          </w:tcPr>
          <w:p w:rsidR="00C928ED" w:rsidRPr="0030450D" w:rsidRDefault="00C928ED" w:rsidP="0030450D">
            <w:pPr>
              <w:spacing w:line="290" w:lineRule="auto"/>
            </w:pPr>
          </w:p>
          <w:p w:rsidR="00C928ED" w:rsidRPr="0030450D" w:rsidRDefault="00C928ED" w:rsidP="0030450D">
            <w:pPr>
              <w:spacing w:before="66" w:line="194" w:lineRule="auto"/>
              <w:ind w:left="461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928ED" w:rsidRPr="0030450D">
        <w:trPr>
          <w:trHeight w:val="1444"/>
        </w:trPr>
        <w:tc>
          <w:tcPr>
            <w:tcW w:w="1489" w:type="dxa"/>
          </w:tcPr>
          <w:p w:rsidR="00C928ED" w:rsidRPr="0030450D" w:rsidRDefault="00C928ED" w:rsidP="0030450D">
            <w:pPr>
              <w:spacing w:line="280" w:lineRule="auto"/>
            </w:pPr>
          </w:p>
          <w:p w:rsidR="00C928ED" w:rsidRPr="0030450D" w:rsidRDefault="00C928ED" w:rsidP="0030450D">
            <w:pPr>
              <w:spacing w:line="280" w:lineRule="auto"/>
            </w:pPr>
          </w:p>
          <w:p w:rsidR="00C928ED" w:rsidRPr="0030450D" w:rsidRDefault="00C928ED" w:rsidP="0030450D">
            <w:pPr>
              <w:spacing w:before="74" w:line="236" w:lineRule="auto"/>
              <w:ind w:left="510"/>
              <w:rPr>
                <w:rFonts w:ascii="KaiTi" w:eastAsia="Times New Roman" w:hAnsi="KaiTi"/>
                <w:sz w:val="23"/>
                <w:szCs w:val="23"/>
              </w:rPr>
            </w:pPr>
            <w:r w:rsidRPr="0030450D">
              <w:rPr>
                <w:rFonts w:ascii="宋体" w:eastAsia="宋体" w:hAnsi="宋体" w:cs="宋体" w:hint="eastAsia"/>
                <w:spacing w:val="5"/>
                <w:sz w:val="23"/>
                <w:szCs w:val="23"/>
              </w:rPr>
              <w:t>质</w:t>
            </w:r>
            <w:r w:rsidRPr="0030450D">
              <w:rPr>
                <w:rFonts w:ascii="宋体" w:eastAsia="宋体" w:hAnsi="宋体" w:cs="宋体" w:hint="eastAsia"/>
                <w:spacing w:val="4"/>
                <w:sz w:val="23"/>
                <w:szCs w:val="23"/>
              </w:rPr>
              <w:t>量</w:t>
            </w:r>
          </w:p>
        </w:tc>
        <w:tc>
          <w:tcPr>
            <w:tcW w:w="5824" w:type="dxa"/>
            <w:gridSpan w:val="5"/>
          </w:tcPr>
          <w:p w:rsidR="00C928ED" w:rsidRPr="0030450D" w:rsidRDefault="00C928ED" w:rsidP="0030450D">
            <w:pPr>
              <w:spacing w:before="110" w:line="306" w:lineRule="auto"/>
              <w:ind w:left="110" w:right="52" w:firstLine="2"/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992" w:type="dxa"/>
          </w:tcPr>
          <w:p w:rsidR="00C928ED" w:rsidRPr="0030450D" w:rsidRDefault="00C928ED" w:rsidP="0030450D">
            <w:pPr>
              <w:spacing w:line="298" w:lineRule="auto"/>
            </w:pPr>
          </w:p>
          <w:p w:rsidR="00C928ED" w:rsidRPr="0030450D" w:rsidRDefault="00C928ED" w:rsidP="0030450D">
            <w:pPr>
              <w:spacing w:line="298" w:lineRule="auto"/>
            </w:pPr>
          </w:p>
          <w:p w:rsidR="00C928ED" w:rsidRPr="0030450D" w:rsidRDefault="00C928ED" w:rsidP="0030450D">
            <w:pPr>
              <w:spacing w:before="66" w:line="194" w:lineRule="auto"/>
              <w:ind w:left="445"/>
              <w:rPr>
                <w:rFonts w:ascii="Times New Roman" w:hAnsi="Times New Roman" w:cs="Times New Roman"/>
                <w:sz w:val="23"/>
                <w:szCs w:val="23"/>
              </w:rPr>
            </w:pPr>
            <w:r w:rsidRPr="0030450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028" w:type="dxa"/>
          </w:tcPr>
          <w:p w:rsidR="00C928ED" w:rsidRPr="0030450D" w:rsidRDefault="00C928ED" w:rsidP="0030450D">
            <w:pPr>
              <w:spacing w:line="305" w:lineRule="auto"/>
            </w:pPr>
          </w:p>
          <w:p w:rsidR="00C928ED" w:rsidRPr="0030450D" w:rsidRDefault="00C928ED" w:rsidP="0030450D">
            <w:pPr>
              <w:spacing w:line="306" w:lineRule="auto"/>
            </w:pPr>
          </w:p>
          <w:p w:rsidR="00C928ED" w:rsidRPr="0030450D" w:rsidRDefault="00C928ED" w:rsidP="0030450D">
            <w:pPr>
              <w:spacing w:before="67" w:line="191" w:lineRule="auto"/>
              <w:ind w:left="462"/>
              <w:rPr>
                <w:rFonts w:ascii="Times New Roman" w:hAnsi="Times New Roman" w:cs="Times New Roman"/>
                <w:sz w:val="23"/>
                <w:szCs w:val="23"/>
              </w:rPr>
            </w:pPr>
            <w:r w:rsidRPr="0030450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C928ED" w:rsidRPr="0030450D">
        <w:trPr>
          <w:trHeight w:val="405"/>
        </w:trPr>
        <w:tc>
          <w:tcPr>
            <w:tcW w:w="1489" w:type="dxa"/>
          </w:tcPr>
          <w:p w:rsidR="00C928ED" w:rsidRPr="0030450D" w:rsidRDefault="00C928ED" w:rsidP="0030450D">
            <w:pPr>
              <w:spacing w:before="118" w:line="230" w:lineRule="auto"/>
              <w:ind w:left="511"/>
              <w:rPr>
                <w:rFonts w:ascii="KaiTi" w:eastAsia="Times New Roman" w:hAnsi="KaiTi"/>
                <w:sz w:val="23"/>
                <w:szCs w:val="23"/>
              </w:rPr>
            </w:pPr>
            <w:r w:rsidRPr="0030450D">
              <w:rPr>
                <w:rFonts w:ascii="宋体" w:eastAsia="宋体" w:hAnsi="宋体" w:cs="宋体" w:hint="eastAsia"/>
                <w:spacing w:val="4"/>
                <w:sz w:val="23"/>
                <w:szCs w:val="23"/>
              </w:rPr>
              <w:t>创新</w:t>
            </w:r>
          </w:p>
        </w:tc>
        <w:tc>
          <w:tcPr>
            <w:tcW w:w="5824" w:type="dxa"/>
            <w:gridSpan w:val="5"/>
          </w:tcPr>
          <w:p w:rsidR="00C928ED" w:rsidRPr="0030450D" w:rsidRDefault="00C928ED" w:rsidP="0030450D">
            <w:pPr>
              <w:spacing w:before="133" w:line="228" w:lineRule="auto"/>
              <w:ind w:left="113"/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992" w:type="dxa"/>
          </w:tcPr>
          <w:p w:rsidR="00C928ED" w:rsidRPr="0030450D" w:rsidRDefault="00C928ED" w:rsidP="0030450D">
            <w:pPr>
              <w:spacing w:before="147" w:line="195" w:lineRule="auto"/>
              <w:ind w:left="438"/>
              <w:rPr>
                <w:rFonts w:ascii="Times New Roman" w:hAnsi="Times New Roman" w:cs="Times New Roman"/>
                <w:sz w:val="23"/>
                <w:szCs w:val="23"/>
              </w:rPr>
            </w:pPr>
            <w:r w:rsidRPr="0030450D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4</w:t>
            </w:r>
          </w:p>
        </w:tc>
        <w:tc>
          <w:tcPr>
            <w:tcW w:w="1028" w:type="dxa"/>
          </w:tcPr>
          <w:p w:rsidR="00C928ED" w:rsidRPr="0030450D" w:rsidRDefault="00C928ED" w:rsidP="0030450D">
            <w:pPr>
              <w:spacing w:before="160" w:line="194" w:lineRule="auto"/>
              <w:ind w:left="460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_GoBack"/>
            <w:bookmarkEnd w:id="0"/>
          </w:p>
        </w:tc>
      </w:tr>
      <w:tr w:rsidR="00C928ED" w:rsidRPr="0030450D">
        <w:trPr>
          <w:trHeight w:val="405"/>
        </w:trPr>
        <w:tc>
          <w:tcPr>
            <w:tcW w:w="7313" w:type="dxa"/>
            <w:gridSpan w:val="6"/>
          </w:tcPr>
          <w:p w:rsidR="00C928ED" w:rsidRPr="0030450D" w:rsidRDefault="00C928ED"/>
        </w:tc>
        <w:tc>
          <w:tcPr>
            <w:tcW w:w="2020" w:type="dxa"/>
            <w:gridSpan w:val="2"/>
          </w:tcPr>
          <w:p w:rsidR="00C928ED" w:rsidRPr="0030450D" w:rsidRDefault="00C928ED" w:rsidP="0030450D">
            <w:pPr>
              <w:spacing w:before="143" w:line="228" w:lineRule="auto"/>
              <w:ind w:left="119"/>
              <w:rPr>
                <w:rFonts w:ascii="Times New Roman" w:hAnsi="Times New Roman" w:cs="Times New Roman"/>
                <w:sz w:val="20"/>
                <w:szCs w:val="20"/>
              </w:rPr>
            </w:pPr>
            <w:r w:rsidRPr="0030450D">
              <w:rPr>
                <w:rFonts w:ascii="宋体" w:eastAsia="宋体" w:hAnsi="宋体" w:cs="宋体" w:hint="eastAsia"/>
                <w:spacing w:val="5"/>
                <w:sz w:val="20"/>
                <w:szCs w:val="20"/>
              </w:rPr>
              <w:t>总</w:t>
            </w:r>
            <w:r w:rsidRPr="0030450D">
              <w:rPr>
                <w:rFonts w:ascii="宋体" w:eastAsia="宋体" w:hAnsi="宋体" w:cs="宋体"/>
                <w:spacing w:val="5"/>
                <w:sz w:val="20"/>
                <w:szCs w:val="20"/>
              </w:rPr>
              <w:t xml:space="preserve"> </w:t>
            </w:r>
            <w:r w:rsidRPr="0030450D">
              <w:rPr>
                <w:rFonts w:ascii="宋体" w:eastAsia="宋体" w:hAnsi="宋体" w:cs="宋体" w:hint="eastAsia"/>
                <w:spacing w:val="5"/>
                <w:sz w:val="20"/>
                <w:szCs w:val="20"/>
              </w:rPr>
              <w:t>分：</w:t>
            </w:r>
          </w:p>
        </w:tc>
      </w:tr>
      <w:tr w:rsidR="00C928ED" w:rsidRPr="0030450D">
        <w:trPr>
          <w:trHeight w:val="3693"/>
        </w:trPr>
        <w:tc>
          <w:tcPr>
            <w:tcW w:w="9333" w:type="dxa"/>
            <w:gridSpan w:val="8"/>
          </w:tcPr>
          <w:p w:rsidR="00C928ED" w:rsidRPr="0030450D" w:rsidRDefault="00C928ED" w:rsidP="0030450D">
            <w:pPr>
              <w:spacing w:before="119" w:line="232" w:lineRule="auto"/>
              <w:ind w:left="122"/>
              <w:rPr>
                <w:rFonts w:ascii="KaiTi" w:eastAsia="Times New Roman" w:hAnsi="KaiTi"/>
                <w:sz w:val="23"/>
                <w:szCs w:val="23"/>
              </w:rPr>
            </w:pPr>
            <w:r w:rsidRPr="0030450D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指</w:t>
            </w:r>
            <w:r w:rsidRPr="0030450D">
              <w:rPr>
                <w:rFonts w:ascii="宋体" w:eastAsia="宋体" w:hAnsi="宋体" w:cs="宋体" w:hint="eastAsia"/>
                <w:spacing w:val="7"/>
                <w:sz w:val="23"/>
                <w:szCs w:val="23"/>
              </w:rPr>
              <w:t>导教师意见：</w:t>
            </w:r>
          </w:p>
          <w:p w:rsidR="00C928ED" w:rsidRPr="0030450D" w:rsidRDefault="00C928ED" w:rsidP="0030450D">
            <w:pPr>
              <w:spacing w:line="261" w:lineRule="auto"/>
            </w:pPr>
          </w:p>
          <w:p w:rsidR="00C928ED" w:rsidRPr="0030450D" w:rsidRDefault="00C928ED" w:rsidP="0030450D">
            <w:pPr>
              <w:spacing w:line="261" w:lineRule="auto"/>
            </w:pPr>
          </w:p>
          <w:p w:rsidR="00C928ED" w:rsidRPr="0030450D" w:rsidRDefault="00C928ED" w:rsidP="0030450D">
            <w:pPr>
              <w:spacing w:line="261" w:lineRule="auto"/>
            </w:pPr>
          </w:p>
          <w:p w:rsidR="00C928ED" w:rsidRPr="0030450D" w:rsidRDefault="00C928ED" w:rsidP="0030450D">
            <w:pPr>
              <w:spacing w:line="261" w:lineRule="auto"/>
            </w:pPr>
          </w:p>
          <w:p w:rsidR="00C928ED" w:rsidRPr="0030450D" w:rsidRDefault="00C928ED" w:rsidP="0030450D">
            <w:pPr>
              <w:spacing w:line="261" w:lineRule="auto"/>
            </w:pPr>
          </w:p>
          <w:p w:rsidR="00C928ED" w:rsidRPr="0030450D" w:rsidRDefault="00C928ED" w:rsidP="0030450D">
            <w:pPr>
              <w:spacing w:line="261" w:lineRule="auto"/>
            </w:pPr>
          </w:p>
          <w:p w:rsidR="00C928ED" w:rsidRPr="0030450D" w:rsidRDefault="00C928ED" w:rsidP="0030450D">
            <w:pPr>
              <w:spacing w:line="261" w:lineRule="auto"/>
            </w:pPr>
          </w:p>
          <w:p w:rsidR="00C928ED" w:rsidRPr="0030450D" w:rsidRDefault="00C928ED" w:rsidP="0030450D">
            <w:pPr>
              <w:spacing w:before="74"/>
              <w:ind w:left="5700"/>
              <w:rPr>
                <w:sz w:val="23"/>
                <w:szCs w:val="23"/>
              </w:rPr>
            </w:pPr>
            <w:r w:rsidRPr="0030450D">
              <w:rPr>
                <w:rFonts w:ascii="宋体" w:eastAsia="宋体" w:hAnsi="宋体" w:cs="宋体" w:hint="eastAsia"/>
                <w:spacing w:val="-22"/>
                <w:sz w:val="23"/>
                <w:szCs w:val="23"/>
              </w:rPr>
              <w:t>指</w:t>
            </w:r>
            <w:r w:rsidRPr="0030450D">
              <w:rPr>
                <w:rFonts w:ascii="宋体" w:eastAsia="宋体" w:hAnsi="宋体" w:cs="宋体" w:hint="eastAsia"/>
                <w:spacing w:val="-16"/>
                <w:sz w:val="23"/>
                <w:szCs w:val="23"/>
              </w:rPr>
              <w:t>导教师签名：</w:t>
            </w:r>
          </w:p>
          <w:p w:rsidR="00C928ED" w:rsidRPr="0030450D" w:rsidRDefault="00C928ED" w:rsidP="0030450D">
            <w:pPr>
              <w:spacing w:before="64" w:line="227" w:lineRule="auto"/>
              <w:ind w:left="5693"/>
              <w:rPr>
                <w:rFonts w:ascii="宋体" w:eastAsia="宋体" w:hAnsi="宋体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 xml:space="preserve">202    </w:t>
            </w:r>
            <w:r w:rsidRPr="0030450D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 xml:space="preserve"> </w:t>
            </w:r>
            <w:r w:rsidRPr="0030450D">
              <w:rPr>
                <w:rFonts w:ascii="宋体" w:eastAsia="宋体" w:hAnsi="宋体" w:cs="宋体" w:hint="eastAsia"/>
                <w:spacing w:val="-1"/>
                <w:sz w:val="23"/>
                <w:szCs w:val="23"/>
              </w:rPr>
              <w:t>年</w:t>
            </w:r>
            <w:r w:rsidRPr="0030450D">
              <w:rPr>
                <w:rFonts w:ascii="宋体" w:eastAsia="宋体" w:hAnsi="宋体" w:cs="宋体"/>
                <w:spacing w:val="-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30450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30450D">
              <w:rPr>
                <w:rFonts w:ascii="宋体" w:eastAsia="宋体" w:hAnsi="宋体" w:cs="宋体" w:hint="eastAsia"/>
                <w:sz w:val="23"/>
                <w:szCs w:val="23"/>
              </w:rPr>
              <w:t>月</w:t>
            </w:r>
            <w:r w:rsidRPr="0030450D">
              <w:rPr>
                <w:rFonts w:ascii="宋体" w:eastAsia="宋体" w:hAnsi="宋体" w:cs="宋体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</w:t>
            </w:r>
            <w:r w:rsidRPr="0030450D">
              <w:rPr>
                <w:rFonts w:ascii="宋体" w:eastAsia="宋体" w:hAnsi="宋体" w:cs="宋体" w:hint="eastAsia"/>
                <w:sz w:val="23"/>
                <w:szCs w:val="23"/>
              </w:rPr>
              <w:t>日</w:t>
            </w:r>
          </w:p>
        </w:tc>
      </w:tr>
    </w:tbl>
    <w:p w:rsidR="00C928ED" w:rsidRDefault="00C928ED"/>
    <w:sectPr w:rsidR="00C928ED" w:rsidSect="00691E90">
      <w:pgSz w:w="11906" w:h="16839"/>
      <w:pgMar w:top="1431" w:right="1284" w:bottom="0" w:left="1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8ED" w:rsidRDefault="00C928ED">
      <w:r>
        <w:separator/>
      </w:r>
    </w:p>
  </w:endnote>
  <w:endnote w:type="continuationSeparator" w:id="1">
    <w:p w:rsidR="00C928ED" w:rsidRDefault="00C92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8ED" w:rsidRDefault="00C928ED">
      <w:r>
        <w:separator/>
      </w:r>
    </w:p>
  </w:footnote>
  <w:footnote w:type="continuationSeparator" w:id="1">
    <w:p w:rsidR="00C928ED" w:rsidRDefault="00C928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3B50"/>
    <w:rsid w:val="000719A5"/>
    <w:rsid w:val="000936D3"/>
    <w:rsid w:val="0030450D"/>
    <w:rsid w:val="00475B8F"/>
    <w:rsid w:val="00525CB5"/>
    <w:rsid w:val="00691E90"/>
    <w:rsid w:val="00BA41A4"/>
    <w:rsid w:val="00C928ED"/>
    <w:rsid w:val="00D33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等线" w:hAnsi="Arial" w:cs="Arial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E90"/>
    <w:pPr>
      <w:kinsoku w:val="0"/>
      <w:autoSpaceDE w:val="0"/>
      <w:autoSpaceDN w:val="0"/>
      <w:adjustRightInd w:val="0"/>
      <w:snapToGrid w:val="0"/>
      <w:textAlignment w:val="baseline"/>
    </w:pPr>
    <w:rPr>
      <w:noProof/>
      <w:color w:val="000000"/>
      <w:kern w:val="0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691E90"/>
    <w:rPr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0719A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67B10"/>
    <w:rPr>
      <w:noProof/>
      <w:color w:val="000000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0719A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67B10"/>
    <w:rPr>
      <w:noProof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31</Words>
  <Characters>180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5</cp:revision>
  <dcterms:created xsi:type="dcterms:W3CDTF">2022-09-16T15:17:00Z</dcterms:created>
  <dcterms:modified xsi:type="dcterms:W3CDTF">2022-10-13T02:20:00Z</dcterms:modified>
</cp:coreProperties>
</file>